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7A5FC5" w14:paraId="11BDA798" w14:textId="77777777" w:rsidTr="000B6122">
        <w:trPr>
          <w:trHeight w:val="1987"/>
        </w:trPr>
        <w:tc>
          <w:tcPr>
            <w:tcW w:w="5387" w:type="dxa"/>
          </w:tcPr>
          <w:p w14:paraId="01D670C5" w14:textId="77777777" w:rsidR="007A5FC5" w:rsidRPr="00A10E66" w:rsidRDefault="00997DE8" w:rsidP="000B6122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 wp14:anchorId="4F2AAB68" wp14:editId="32FEA387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1AB0F542" w14:textId="77777777" w:rsidR="007A5FC5" w:rsidRPr="00BC1A62" w:rsidRDefault="007A5FC5" w:rsidP="000B6122">
            <w:pPr>
              <w:pStyle w:val="AK"/>
            </w:pPr>
          </w:p>
        </w:tc>
      </w:tr>
      <w:tr w:rsidR="007A5FC5" w:rsidRPr="001D4CFB" w14:paraId="7B175F9A" w14:textId="77777777" w:rsidTr="000B6122">
        <w:trPr>
          <w:trHeight w:val="1985"/>
        </w:trPr>
        <w:tc>
          <w:tcPr>
            <w:tcW w:w="5387" w:type="dxa"/>
          </w:tcPr>
          <w:p w14:paraId="12C38ABC" w14:textId="77777777" w:rsidR="00921542" w:rsidRDefault="00E84D6C" w:rsidP="00921542">
            <w:pPr>
              <w:spacing w:line="240" w:lineRule="auto"/>
              <w:rPr>
                <w:b/>
              </w:rPr>
            </w:pPr>
            <w:r>
              <w:rPr>
                <w:b/>
              </w:rPr>
              <w:t>Jorma Laiapea</w:t>
            </w:r>
          </w:p>
          <w:p w14:paraId="702DA078" w14:textId="7001DE8C" w:rsidR="00E84D6C" w:rsidRPr="00921542" w:rsidRDefault="00E84D6C" w:rsidP="00921542">
            <w:pPr>
              <w:spacing w:line="240" w:lineRule="auto"/>
              <w:rPr>
                <w:b/>
              </w:rPr>
            </w:pPr>
            <w:r>
              <w:t>Kloogaranna Puhkeküla OÜ</w:t>
            </w:r>
          </w:p>
          <w:p w14:paraId="4BC4E7A9" w14:textId="77777777" w:rsidR="00921542" w:rsidRDefault="00921542" w:rsidP="002F4AEC">
            <w:pPr>
              <w:widowControl/>
              <w:suppressAutoHyphens w:val="0"/>
              <w:spacing w:line="240" w:lineRule="auto"/>
              <w:jc w:val="left"/>
            </w:pPr>
            <w:r w:rsidRPr="00921542">
              <w:t>Liiva tee 10, Kloogaranna</w:t>
            </w:r>
            <w:r>
              <w:t xml:space="preserve">, Lääne-Harju vald, </w:t>
            </w:r>
          </w:p>
          <w:p w14:paraId="6F42DFC1" w14:textId="0CEF19FE" w:rsidR="00921542" w:rsidRDefault="00921542" w:rsidP="002F4AEC">
            <w:pPr>
              <w:widowControl/>
              <w:suppressAutoHyphens w:val="0"/>
              <w:spacing w:line="240" w:lineRule="auto"/>
              <w:jc w:val="left"/>
            </w:pPr>
            <w:r>
              <w:t>Harjumaa</w:t>
            </w:r>
          </w:p>
          <w:p w14:paraId="3DF12C1B" w14:textId="46ACD3B7" w:rsidR="002F4AEC" w:rsidRPr="002F4AEC" w:rsidRDefault="00E84D6C" w:rsidP="002F4AEC">
            <w:pPr>
              <w:widowControl/>
              <w:suppressAutoHyphens w:val="0"/>
              <w:spacing w:line="240" w:lineRule="auto"/>
              <w:jc w:val="left"/>
              <w:rPr>
                <w:rFonts w:ascii="Aptos" w:eastAsia="Times New Roman" w:hAnsi="Aptos" w:cs="Aptos"/>
                <w:kern w:val="0"/>
                <w:lang w:eastAsia="et-EE" w:bidi="ar-SA"/>
              </w:rPr>
            </w:pPr>
            <w:r w:rsidRPr="00E84D6C">
              <w:t>jorma@rannalaager.ee</w:t>
            </w:r>
          </w:p>
          <w:p w14:paraId="558FB1DB" w14:textId="77777777" w:rsidR="00B72F92" w:rsidRDefault="00B72F92" w:rsidP="00A30524">
            <w:pPr>
              <w:spacing w:line="240" w:lineRule="auto"/>
            </w:pPr>
          </w:p>
          <w:p w14:paraId="42E84305" w14:textId="77777777" w:rsidR="004339DC" w:rsidRDefault="004339DC" w:rsidP="00A30524">
            <w:pPr>
              <w:spacing w:line="240" w:lineRule="auto"/>
            </w:pPr>
          </w:p>
          <w:p w14:paraId="2ECB07E5" w14:textId="77777777" w:rsidR="004339DC" w:rsidRPr="00D71FE0" w:rsidRDefault="004339DC" w:rsidP="00A30524">
            <w:pPr>
              <w:spacing w:line="240" w:lineRule="auto"/>
              <w:rPr>
                <w:color w:val="222222"/>
                <w:shd w:val="clear" w:color="auto" w:fill="FFFFFF"/>
              </w:rPr>
            </w:pPr>
          </w:p>
          <w:p w14:paraId="087B070E" w14:textId="77777777" w:rsidR="00B22AAD" w:rsidRPr="00D71FE0" w:rsidRDefault="00B22AAD" w:rsidP="00A30524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3685" w:type="dxa"/>
          </w:tcPr>
          <w:p w14:paraId="72CA5CCE" w14:textId="77777777" w:rsidR="007A5FC5" w:rsidRPr="002E47A3" w:rsidRDefault="007A5FC5" w:rsidP="000B6122"/>
          <w:p w14:paraId="585737EE" w14:textId="77777777" w:rsidR="007A5FC5" w:rsidRPr="002E47A3" w:rsidRDefault="007A5FC5" w:rsidP="000B6122"/>
          <w:p w14:paraId="25099149" w14:textId="07750625" w:rsidR="007A5FC5" w:rsidRPr="002E47A3" w:rsidRDefault="004339DC" w:rsidP="00B72F5F">
            <w:r w:rsidRPr="002E47A3">
              <w:t xml:space="preserve">    </w:t>
            </w:r>
            <w:r w:rsidR="007A5FC5" w:rsidRPr="002E47A3">
              <w:t xml:space="preserve">Meie: </w:t>
            </w:r>
            <w:r w:rsidR="00921542" w:rsidRPr="002E47A3">
              <w:rPr>
                <w:shd w:val="clear" w:color="auto" w:fill="FFFFFF"/>
              </w:rPr>
              <w:t>2.05.</w:t>
            </w:r>
            <w:r w:rsidRPr="002E47A3">
              <w:rPr>
                <w:shd w:val="clear" w:color="auto" w:fill="FFFFFF"/>
              </w:rPr>
              <w:t>.2025</w:t>
            </w:r>
            <w:r w:rsidR="00D71FE0" w:rsidRPr="002E47A3">
              <w:rPr>
                <w:shd w:val="clear" w:color="auto" w:fill="FFFFFF"/>
              </w:rPr>
              <w:t xml:space="preserve"> nr </w:t>
            </w:r>
            <w:r w:rsidR="002E47A3" w:rsidRPr="002E47A3">
              <w:rPr>
                <w:rFonts w:ascii="Arial" w:hAnsi="Arial" w:cs="Arial"/>
                <w:shd w:val="clear" w:color="auto" w:fill="FFFFFF"/>
              </w:rPr>
              <w:t>7.2-2.1/2656</w:t>
            </w:r>
          </w:p>
        </w:tc>
      </w:tr>
      <w:tr w:rsidR="004339DC" w:rsidRPr="001D4CFB" w14:paraId="33307A67" w14:textId="77777777" w:rsidTr="00B72F92">
        <w:trPr>
          <w:trHeight w:val="79"/>
        </w:trPr>
        <w:tc>
          <w:tcPr>
            <w:tcW w:w="5387" w:type="dxa"/>
          </w:tcPr>
          <w:p w14:paraId="31697ED0" w14:textId="77777777" w:rsidR="004339DC" w:rsidRDefault="004339DC" w:rsidP="00A30524">
            <w:pPr>
              <w:spacing w:line="240" w:lineRule="auto"/>
              <w:rPr>
                <w:b/>
              </w:rPr>
            </w:pPr>
          </w:p>
        </w:tc>
        <w:tc>
          <w:tcPr>
            <w:tcW w:w="3685" w:type="dxa"/>
          </w:tcPr>
          <w:p w14:paraId="3732CEB3" w14:textId="77777777" w:rsidR="004339DC" w:rsidRPr="00D71FE0" w:rsidRDefault="004339DC" w:rsidP="000B6122"/>
        </w:tc>
      </w:tr>
    </w:tbl>
    <w:p w14:paraId="021E7EBB" w14:textId="77777777" w:rsidR="007A5FC5" w:rsidRDefault="007A5FC5" w:rsidP="007A5FC5">
      <w:pPr>
        <w:pStyle w:val="Title"/>
      </w:pPr>
      <w:r>
        <w:t>Tõend</w:t>
      </w:r>
    </w:p>
    <w:p w14:paraId="66F07C09" w14:textId="77777777" w:rsidR="00EC338E" w:rsidRDefault="00EC338E" w:rsidP="008752A9">
      <w:pPr>
        <w:pStyle w:val="Adressaat"/>
      </w:pPr>
    </w:p>
    <w:p w14:paraId="680C3D51" w14:textId="113BA3C6" w:rsidR="00B72F92" w:rsidRDefault="00CB3D44" w:rsidP="00921542">
      <w:pPr>
        <w:spacing w:line="240" w:lineRule="auto"/>
        <w:rPr>
          <w:rFonts w:eastAsia="Times New Roman"/>
        </w:rPr>
      </w:pPr>
      <w:r>
        <w:t xml:space="preserve">Päästeameti Põhja päästekeskus </w:t>
      </w:r>
      <w:r w:rsidR="00921542">
        <w:t>kinnitab, et aadressil Liiva tee 10, Kloogaranna küla, Lääne-Harju vald, Harjumaa asuvad hooned sobivad tuleohutuse seisukohalt noorte püsilaagri korraldamiseks.</w:t>
      </w:r>
    </w:p>
    <w:p w14:paraId="70AF953C" w14:textId="77777777" w:rsidR="007A5FC5" w:rsidRDefault="007A5FC5" w:rsidP="007A5FC5">
      <w:pPr>
        <w:pStyle w:val="Snum"/>
      </w:pPr>
    </w:p>
    <w:p w14:paraId="1AFD1FD3" w14:textId="77777777" w:rsidR="007A5FC5" w:rsidRDefault="007A5FC5" w:rsidP="007A5FC5">
      <w:pPr>
        <w:pStyle w:val="Snum"/>
      </w:pPr>
    </w:p>
    <w:p w14:paraId="7BBAB365" w14:textId="77777777" w:rsidR="007A5FC5" w:rsidRDefault="007A5FC5" w:rsidP="007A5FC5">
      <w:pPr>
        <w:pStyle w:val="Snum"/>
      </w:pPr>
      <w:r>
        <w:t>Lugupidamisega</w:t>
      </w:r>
    </w:p>
    <w:p w14:paraId="4481306A" w14:textId="77777777" w:rsidR="007A5FC5" w:rsidRDefault="007A5FC5" w:rsidP="007A5FC5">
      <w:pPr>
        <w:pStyle w:val="Snum"/>
      </w:pPr>
    </w:p>
    <w:p w14:paraId="2B2B1CC3" w14:textId="77777777" w:rsidR="007A5FC5" w:rsidRDefault="007A5FC5" w:rsidP="007A5FC5">
      <w:pPr>
        <w:pStyle w:val="Snum"/>
      </w:pPr>
    </w:p>
    <w:p w14:paraId="6A5C559B" w14:textId="77777777" w:rsidR="002A19E0" w:rsidRDefault="002A19E0" w:rsidP="002A19E0">
      <w:pPr>
        <w:pStyle w:val="Snum"/>
      </w:pPr>
      <w:r>
        <w:t>(allkirjastatud digitaalselt)</w:t>
      </w:r>
    </w:p>
    <w:p w14:paraId="734D02EE" w14:textId="77777777" w:rsidR="002A19E0" w:rsidRDefault="002A19E0" w:rsidP="002A19E0">
      <w:pPr>
        <w:pStyle w:val="Snum"/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 Aguraiuja</w:t>
      </w:r>
      <w:r>
        <w:rPr>
          <w:lang w:eastAsia="et-EE"/>
        </w:rPr>
        <w:fldChar w:fldCharType="end"/>
      </w:r>
    </w:p>
    <w:p w14:paraId="6C766CAE" w14:textId="7E51F205" w:rsidR="002A19E0" w:rsidRDefault="002A19E0" w:rsidP="002A19E0">
      <w:pPr>
        <w:pStyle w:val="Snum"/>
        <w:rPr>
          <w:lang w:eastAsia="et-EE"/>
        </w:rPr>
      </w:pPr>
      <w:r>
        <w:rPr>
          <w:lang w:eastAsia="et-EE"/>
        </w:rPr>
        <w:t xml:space="preserve">Ohutusjärelevalve büroo </w:t>
      </w:r>
      <w:r w:rsidR="00B72F92">
        <w:rPr>
          <w:lang w:eastAsia="et-EE"/>
        </w:rPr>
        <w:t>pea</w:t>
      </w:r>
      <w:r>
        <w:rPr>
          <w:lang w:eastAsia="et-EE"/>
        </w:rPr>
        <w:t>inspektor</w:t>
      </w:r>
    </w:p>
    <w:p w14:paraId="163431BF" w14:textId="77777777" w:rsidR="002A19E0" w:rsidRDefault="002A19E0" w:rsidP="002A19E0">
      <w:pPr>
        <w:pStyle w:val="Snum"/>
      </w:pPr>
      <w:r>
        <w:rPr>
          <w:lang w:eastAsia="et-EE"/>
        </w:rPr>
        <w:t>Põhja päästekeskus</w:t>
      </w:r>
    </w:p>
    <w:p w14:paraId="6B651A77" w14:textId="77777777" w:rsidR="002A19E0" w:rsidRDefault="002A19E0" w:rsidP="002A19E0">
      <w:pPr>
        <w:pStyle w:val="Snum"/>
      </w:pPr>
    </w:p>
    <w:p w14:paraId="20B53C45" w14:textId="77777777" w:rsidR="002A19E0" w:rsidRDefault="002A19E0" w:rsidP="002A19E0">
      <w:pPr>
        <w:pStyle w:val="Snum"/>
      </w:pPr>
    </w:p>
    <w:p w14:paraId="63D5F26A" w14:textId="77777777" w:rsidR="00EE6F96" w:rsidRDefault="00EE6F96" w:rsidP="002A19E0">
      <w:pPr>
        <w:pStyle w:val="Snum"/>
      </w:pPr>
    </w:p>
    <w:p w14:paraId="21C1B410" w14:textId="77777777" w:rsidR="002A19E0" w:rsidRDefault="002A19E0" w:rsidP="002A19E0">
      <w:pPr>
        <w:pStyle w:val="Snum"/>
      </w:pPr>
    </w:p>
    <w:p w14:paraId="1F257E57" w14:textId="77777777" w:rsidR="002A19E0" w:rsidRDefault="002A19E0" w:rsidP="002A19E0">
      <w:pPr>
        <w:pStyle w:val="Snum"/>
      </w:pPr>
    </w:p>
    <w:p w14:paraId="7C6C8FBE" w14:textId="77777777" w:rsidR="002A19E0" w:rsidRDefault="002A19E0" w:rsidP="002A19E0">
      <w:pPr>
        <w:pStyle w:val="Snum"/>
      </w:pPr>
    </w:p>
    <w:p w14:paraId="6BD35871" w14:textId="77777777" w:rsidR="002A19E0" w:rsidRDefault="002A19E0" w:rsidP="002A19E0">
      <w:pPr>
        <w:pStyle w:val="Snum"/>
      </w:pPr>
    </w:p>
    <w:p w14:paraId="3E670539" w14:textId="77777777" w:rsidR="002A19E0" w:rsidRDefault="002A19E0" w:rsidP="002A19E0">
      <w:pPr>
        <w:pStyle w:val="Snum"/>
      </w:pPr>
      <w:r>
        <w:rPr>
          <w:lang w:eastAsia="et-EE"/>
        </w:rPr>
        <w:t xml:space="preserve">+372 </w:t>
      </w: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delta_ownerPhone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53345826</w:t>
      </w:r>
      <w:r>
        <w:rPr>
          <w:lang w:eastAsia="et-EE"/>
        </w:rPr>
        <w:fldChar w:fldCharType="end"/>
      </w:r>
    </w:p>
    <w:p w14:paraId="11403CF8" w14:textId="77777777" w:rsidR="002A19E0" w:rsidRPr="00BB4BB5" w:rsidRDefault="002A19E0" w:rsidP="002A19E0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>
        <w:rPr>
          <w:lang w:eastAsia="et-EE"/>
        </w:rPr>
        <w:t>jana.aguraiuja@rescue.ee</w:t>
      </w:r>
      <w:r>
        <w:rPr>
          <w:lang w:eastAsia="et-EE"/>
        </w:rPr>
        <w:fldChar w:fldCharType="end"/>
      </w:r>
    </w:p>
    <w:p w14:paraId="686FA0BA" w14:textId="77777777" w:rsidR="004D4781" w:rsidRPr="00BD078E" w:rsidRDefault="004D4781" w:rsidP="004D4781">
      <w:pPr>
        <w:pStyle w:val="Snum"/>
      </w:pPr>
    </w:p>
    <w:p w14:paraId="1D75E6F9" w14:textId="77777777" w:rsidR="004D2067" w:rsidRPr="007A5FC5" w:rsidRDefault="004D2067" w:rsidP="004D4781">
      <w:pPr>
        <w:pStyle w:val="Snum"/>
      </w:pPr>
    </w:p>
    <w:sectPr w:rsidR="004D2067" w:rsidRPr="007A5FC5" w:rsidSect="00EA65D1"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D0093" w14:textId="77777777" w:rsidR="003F758D" w:rsidRDefault="003F758D" w:rsidP="00DF44DF">
      <w:r>
        <w:separator/>
      </w:r>
    </w:p>
  </w:endnote>
  <w:endnote w:type="continuationSeparator" w:id="0">
    <w:p w14:paraId="00EF1D7C" w14:textId="77777777" w:rsidR="003F758D" w:rsidRDefault="003F758D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D3C94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0B404" w14:textId="77777777" w:rsidR="00A075DF" w:rsidRDefault="00A075DF">
    <w:pPr>
      <w:pStyle w:val="Footer"/>
      <w:tabs>
        <w:tab w:val="center" w:pos="4536"/>
        <w:tab w:val="right" w:pos="9072"/>
      </w:tabs>
      <w:jc w:val="both"/>
      <w:rPr>
        <w:sz w:val="24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3B3BF" w14:textId="77777777" w:rsidR="00A075DF" w:rsidRPr="00A075DF" w:rsidRDefault="00A075DF" w:rsidP="00A075DF">
    <w:pPr>
      <w:pStyle w:val="Footer"/>
      <w:tabs>
        <w:tab w:val="center" w:pos="4536"/>
        <w:tab w:val="right" w:pos="9072"/>
      </w:tabs>
      <w:jc w:val="left"/>
      <w:rPr>
        <w:szCs w:val="20"/>
      </w:rPr>
    </w:pPr>
    <w:r w:rsidRPr="00A075DF">
      <w:rPr>
        <w:szCs w:val="20"/>
      </w:rPr>
      <w:t xml:space="preserve">Põhja päästekeskus / Erika 3 / 10416 Tallinn / 628 7500 / pohja@rescue.ee / www.päästeamet.ee / </w:t>
    </w:r>
  </w:p>
  <w:p w14:paraId="6E338611" w14:textId="77777777" w:rsidR="00124999" w:rsidRDefault="00A075DF" w:rsidP="00A075DF">
    <w:pPr>
      <w:pStyle w:val="Footer"/>
      <w:jc w:val="left"/>
    </w:pPr>
    <w:r w:rsidRPr="00A075DF">
      <w:rPr>
        <w:szCs w:val="20"/>
      </w:rP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9C063" w14:textId="77777777" w:rsidR="003F758D" w:rsidRDefault="003F758D" w:rsidP="00DF44DF">
      <w:r>
        <w:separator/>
      </w:r>
    </w:p>
  </w:footnote>
  <w:footnote w:type="continuationSeparator" w:id="0">
    <w:p w14:paraId="6A9508DE" w14:textId="77777777" w:rsidR="003F758D" w:rsidRDefault="003F758D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8508E" w14:textId="77777777" w:rsidR="00BB4BB5" w:rsidRPr="00AD2EA7" w:rsidRDefault="00BB4BB5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177614">
      <w:rPr>
        <w:noProof/>
      </w:rPr>
      <w:t>2</w:t>
    </w:r>
    <w:r w:rsidRPr="00AD2EA7">
      <w:fldChar w:fldCharType="end"/>
    </w:r>
    <w:r w:rsidRPr="00AD2EA7">
      <w:t xml:space="preserve"> (</w:t>
    </w:r>
    <w:r w:rsidR="008A4419">
      <w:rPr>
        <w:noProof/>
      </w:rPr>
      <w:fldChar w:fldCharType="begin"/>
    </w:r>
    <w:r w:rsidR="008A4419">
      <w:rPr>
        <w:noProof/>
      </w:rPr>
      <w:instrText xml:space="preserve"> NUMPAGES </w:instrText>
    </w:r>
    <w:r w:rsidR="008A4419">
      <w:rPr>
        <w:noProof/>
      </w:rPr>
      <w:fldChar w:fldCharType="separate"/>
    </w:r>
    <w:r w:rsidR="005568B5">
      <w:rPr>
        <w:noProof/>
      </w:rPr>
      <w:t>1</w:t>
    </w:r>
    <w:r w:rsidR="008A4419">
      <w:rPr>
        <w:noProof/>
      </w:rPr>
      <w:fldChar w:fldCharType="end"/>
    </w:r>
    <w:r w:rsidRPr="00AD2EA7">
      <w:t>)</w:t>
    </w:r>
  </w:p>
  <w:p w14:paraId="27B736F9" w14:textId="77777777" w:rsidR="00BB4BB5" w:rsidRDefault="00BB4B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5D6B80"/>
    <w:multiLevelType w:val="multilevel"/>
    <w:tmpl w:val="97B22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0496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10397"/>
    <w:rsid w:val="000201A2"/>
    <w:rsid w:val="0003514F"/>
    <w:rsid w:val="00042780"/>
    <w:rsid w:val="00056169"/>
    <w:rsid w:val="00060947"/>
    <w:rsid w:val="00064955"/>
    <w:rsid w:val="0007192F"/>
    <w:rsid w:val="000801E6"/>
    <w:rsid w:val="0008298E"/>
    <w:rsid w:val="000847EF"/>
    <w:rsid w:val="000913FC"/>
    <w:rsid w:val="00094245"/>
    <w:rsid w:val="00095BFF"/>
    <w:rsid w:val="000A17B5"/>
    <w:rsid w:val="000A4E3E"/>
    <w:rsid w:val="000A61A5"/>
    <w:rsid w:val="000B6122"/>
    <w:rsid w:val="000B79E7"/>
    <w:rsid w:val="000E5C5F"/>
    <w:rsid w:val="001134D7"/>
    <w:rsid w:val="00124999"/>
    <w:rsid w:val="001274FA"/>
    <w:rsid w:val="001523BD"/>
    <w:rsid w:val="00177614"/>
    <w:rsid w:val="001A1069"/>
    <w:rsid w:val="001A7D04"/>
    <w:rsid w:val="001D4CFB"/>
    <w:rsid w:val="001D6D1D"/>
    <w:rsid w:val="001F08CC"/>
    <w:rsid w:val="002008A2"/>
    <w:rsid w:val="00211A08"/>
    <w:rsid w:val="00240574"/>
    <w:rsid w:val="002509C6"/>
    <w:rsid w:val="00257AFA"/>
    <w:rsid w:val="002637F5"/>
    <w:rsid w:val="002835BB"/>
    <w:rsid w:val="00293449"/>
    <w:rsid w:val="00294D0F"/>
    <w:rsid w:val="002A19E0"/>
    <w:rsid w:val="002A1D15"/>
    <w:rsid w:val="002D5A88"/>
    <w:rsid w:val="002D6149"/>
    <w:rsid w:val="002E47A3"/>
    <w:rsid w:val="002F254F"/>
    <w:rsid w:val="002F4AEC"/>
    <w:rsid w:val="00304B92"/>
    <w:rsid w:val="003117FA"/>
    <w:rsid w:val="003150C4"/>
    <w:rsid w:val="00317ECF"/>
    <w:rsid w:val="00336A08"/>
    <w:rsid w:val="00341725"/>
    <w:rsid w:val="0034719C"/>
    <w:rsid w:val="0035047D"/>
    <w:rsid w:val="00350D90"/>
    <w:rsid w:val="00354059"/>
    <w:rsid w:val="00362ED8"/>
    <w:rsid w:val="00367153"/>
    <w:rsid w:val="00376597"/>
    <w:rsid w:val="003820C3"/>
    <w:rsid w:val="00387068"/>
    <w:rsid w:val="00394DCB"/>
    <w:rsid w:val="00395891"/>
    <w:rsid w:val="003B1258"/>
    <w:rsid w:val="003B2A9C"/>
    <w:rsid w:val="003C3EDB"/>
    <w:rsid w:val="003D2111"/>
    <w:rsid w:val="003E2AEF"/>
    <w:rsid w:val="003E5473"/>
    <w:rsid w:val="003F0E57"/>
    <w:rsid w:val="003F758D"/>
    <w:rsid w:val="0040700B"/>
    <w:rsid w:val="004129BC"/>
    <w:rsid w:val="00422D29"/>
    <w:rsid w:val="00423C54"/>
    <w:rsid w:val="004339DC"/>
    <w:rsid w:val="00435A13"/>
    <w:rsid w:val="0044084D"/>
    <w:rsid w:val="00464CD2"/>
    <w:rsid w:val="0047732D"/>
    <w:rsid w:val="00482E94"/>
    <w:rsid w:val="004A0BE0"/>
    <w:rsid w:val="004C1391"/>
    <w:rsid w:val="004C3362"/>
    <w:rsid w:val="004D047E"/>
    <w:rsid w:val="004D2067"/>
    <w:rsid w:val="004D264D"/>
    <w:rsid w:val="004D4781"/>
    <w:rsid w:val="005129EE"/>
    <w:rsid w:val="005205C6"/>
    <w:rsid w:val="00530195"/>
    <w:rsid w:val="00531FEB"/>
    <w:rsid w:val="00546204"/>
    <w:rsid w:val="00551E24"/>
    <w:rsid w:val="005568B5"/>
    <w:rsid w:val="00557534"/>
    <w:rsid w:val="00560A92"/>
    <w:rsid w:val="00564569"/>
    <w:rsid w:val="0057101D"/>
    <w:rsid w:val="00574290"/>
    <w:rsid w:val="0057796A"/>
    <w:rsid w:val="005B0A77"/>
    <w:rsid w:val="005B5CE1"/>
    <w:rsid w:val="005E0303"/>
    <w:rsid w:val="005E3AED"/>
    <w:rsid w:val="005E45BB"/>
    <w:rsid w:val="005F63CE"/>
    <w:rsid w:val="00602834"/>
    <w:rsid w:val="00610D0C"/>
    <w:rsid w:val="00611E28"/>
    <w:rsid w:val="006121BB"/>
    <w:rsid w:val="00620B43"/>
    <w:rsid w:val="00622E28"/>
    <w:rsid w:val="00633186"/>
    <w:rsid w:val="006372C9"/>
    <w:rsid w:val="006479A6"/>
    <w:rsid w:val="00652C75"/>
    <w:rsid w:val="006567A1"/>
    <w:rsid w:val="00660BB3"/>
    <w:rsid w:val="00676284"/>
    <w:rsid w:val="00680609"/>
    <w:rsid w:val="006A01AC"/>
    <w:rsid w:val="006A04FA"/>
    <w:rsid w:val="006B118C"/>
    <w:rsid w:val="006C7A8E"/>
    <w:rsid w:val="006D1A57"/>
    <w:rsid w:val="006D382E"/>
    <w:rsid w:val="006E16BD"/>
    <w:rsid w:val="006E7268"/>
    <w:rsid w:val="006F3BB9"/>
    <w:rsid w:val="006F72D7"/>
    <w:rsid w:val="007024DA"/>
    <w:rsid w:val="007056E1"/>
    <w:rsid w:val="007078D9"/>
    <w:rsid w:val="00713327"/>
    <w:rsid w:val="00733F90"/>
    <w:rsid w:val="00734126"/>
    <w:rsid w:val="00735558"/>
    <w:rsid w:val="00735D21"/>
    <w:rsid w:val="00746162"/>
    <w:rsid w:val="0075695A"/>
    <w:rsid w:val="00777EA7"/>
    <w:rsid w:val="00783866"/>
    <w:rsid w:val="0079540C"/>
    <w:rsid w:val="007A0D70"/>
    <w:rsid w:val="007A15CA"/>
    <w:rsid w:val="007A1DE8"/>
    <w:rsid w:val="007A589F"/>
    <w:rsid w:val="007A5FC5"/>
    <w:rsid w:val="007B30FD"/>
    <w:rsid w:val="007D54FC"/>
    <w:rsid w:val="007D6F91"/>
    <w:rsid w:val="007E5DFB"/>
    <w:rsid w:val="00830470"/>
    <w:rsid w:val="00835480"/>
    <w:rsid w:val="00835858"/>
    <w:rsid w:val="00854CA7"/>
    <w:rsid w:val="0086543D"/>
    <w:rsid w:val="008752A9"/>
    <w:rsid w:val="00881660"/>
    <w:rsid w:val="00885C09"/>
    <w:rsid w:val="008919F2"/>
    <w:rsid w:val="00893528"/>
    <w:rsid w:val="00895B0A"/>
    <w:rsid w:val="00897A93"/>
    <w:rsid w:val="008A4419"/>
    <w:rsid w:val="008B041F"/>
    <w:rsid w:val="008D4634"/>
    <w:rsid w:val="008F0B50"/>
    <w:rsid w:val="0091786B"/>
    <w:rsid w:val="00921542"/>
    <w:rsid w:val="009370A4"/>
    <w:rsid w:val="009606D0"/>
    <w:rsid w:val="009644EE"/>
    <w:rsid w:val="00973CD2"/>
    <w:rsid w:val="0097798A"/>
    <w:rsid w:val="009919BB"/>
    <w:rsid w:val="00991E6B"/>
    <w:rsid w:val="00997DE8"/>
    <w:rsid w:val="009D39F2"/>
    <w:rsid w:val="009D4A58"/>
    <w:rsid w:val="009E7F4A"/>
    <w:rsid w:val="009F5F71"/>
    <w:rsid w:val="00A04314"/>
    <w:rsid w:val="00A04717"/>
    <w:rsid w:val="00A075DF"/>
    <w:rsid w:val="00A10E66"/>
    <w:rsid w:val="00A1244E"/>
    <w:rsid w:val="00A13FDE"/>
    <w:rsid w:val="00A175F2"/>
    <w:rsid w:val="00A17AF2"/>
    <w:rsid w:val="00A2422E"/>
    <w:rsid w:val="00A26345"/>
    <w:rsid w:val="00A30524"/>
    <w:rsid w:val="00A35AF6"/>
    <w:rsid w:val="00A41760"/>
    <w:rsid w:val="00A50927"/>
    <w:rsid w:val="00A511D8"/>
    <w:rsid w:val="00A5241A"/>
    <w:rsid w:val="00A82E9B"/>
    <w:rsid w:val="00A83F5F"/>
    <w:rsid w:val="00A8672A"/>
    <w:rsid w:val="00AB1C97"/>
    <w:rsid w:val="00AC4752"/>
    <w:rsid w:val="00AC6704"/>
    <w:rsid w:val="00AD2EA7"/>
    <w:rsid w:val="00AE02A8"/>
    <w:rsid w:val="00AE2BB3"/>
    <w:rsid w:val="00B0496B"/>
    <w:rsid w:val="00B068B0"/>
    <w:rsid w:val="00B06B39"/>
    <w:rsid w:val="00B202E5"/>
    <w:rsid w:val="00B22AAD"/>
    <w:rsid w:val="00B3545A"/>
    <w:rsid w:val="00B72F5F"/>
    <w:rsid w:val="00B72F92"/>
    <w:rsid w:val="00B752FA"/>
    <w:rsid w:val="00B81CF7"/>
    <w:rsid w:val="00BA7AAE"/>
    <w:rsid w:val="00BB4BB5"/>
    <w:rsid w:val="00BC04F5"/>
    <w:rsid w:val="00BC1A62"/>
    <w:rsid w:val="00BC7BE6"/>
    <w:rsid w:val="00BD078E"/>
    <w:rsid w:val="00BD3CCF"/>
    <w:rsid w:val="00BE0CC9"/>
    <w:rsid w:val="00BF0F5E"/>
    <w:rsid w:val="00BF4D7C"/>
    <w:rsid w:val="00C11777"/>
    <w:rsid w:val="00C24F66"/>
    <w:rsid w:val="00C27B07"/>
    <w:rsid w:val="00C41FC5"/>
    <w:rsid w:val="00C6686C"/>
    <w:rsid w:val="00C66C29"/>
    <w:rsid w:val="00C72710"/>
    <w:rsid w:val="00C75336"/>
    <w:rsid w:val="00C83346"/>
    <w:rsid w:val="00C84B60"/>
    <w:rsid w:val="00C941DD"/>
    <w:rsid w:val="00CA583B"/>
    <w:rsid w:val="00CA5F0B"/>
    <w:rsid w:val="00CB3D44"/>
    <w:rsid w:val="00CC4EF2"/>
    <w:rsid w:val="00CC67A6"/>
    <w:rsid w:val="00CC7DC2"/>
    <w:rsid w:val="00CD29CF"/>
    <w:rsid w:val="00CE5416"/>
    <w:rsid w:val="00CF2B77"/>
    <w:rsid w:val="00CF4303"/>
    <w:rsid w:val="00D346B5"/>
    <w:rsid w:val="00D40650"/>
    <w:rsid w:val="00D41A58"/>
    <w:rsid w:val="00D423CA"/>
    <w:rsid w:val="00D57C7C"/>
    <w:rsid w:val="00D619C0"/>
    <w:rsid w:val="00D62CC6"/>
    <w:rsid w:val="00D67F9F"/>
    <w:rsid w:val="00D71FE0"/>
    <w:rsid w:val="00D800AA"/>
    <w:rsid w:val="00D80E7D"/>
    <w:rsid w:val="00D83DB1"/>
    <w:rsid w:val="00DA4910"/>
    <w:rsid w:val="00DF44DF"/>
    <w:rsid w:val="00E023F6"/>
    <w:rsid w:val="00E03DBB"/>
    <w:rsid w:val="00E35C44"/>
    <w:rsid w:val="00E35D29"/>
    <w:rsid w:val="00E42978"/>
    <w:rsid w:val="00E468D1"/>
    <w:rsid w:val="00E505A5"/>
    <w:rsid w:val="00E56BA0"/>
    <w:rsid w:val="00E66EF8"/>
    <w:rsid w:val="00E84D6C"/>
    <w:rsid w:val="00EA65D1"/>
    <w:rsid w:val="00EA79C9"/>
    <w:rsid w:val="00EC338E"/>
    <w:rsid w:val="00EE6F96"/>
    <w:rsid w:val="00F06D6B"/>
    <w:rsid w:val="00F15BA8"/>
    <w:rsid w:val="00F24D11"/>
    <w:rsid w:val="00F30437"/>
    <w:rsid w:val="00F34B0A"/>
    <w:rsid w:val="00F50448"/>
    <w:rsid w:val="00F818B7"/>
    <w:rsid w:val="00F915C4"/>
    <w:rsid w:val="00F91D40"/>
    <w:rsid w:val="00F9645B"/>
    <w:rsid w:val="00F9773D"/>
    <w:rsid w:val="00FA7108"/>
    <w:rsid w:val="00FD084A"/>
    <w:rsid w:val="00FD4C35"/>
    <w:rsid w:val="00FD7BA7"/>
    <w:rsid w:val="00FE2989"/>
    <w:rsid w:val="00FE7ABA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38F2D4"/>
  <w14:defaultImageDpi w14:val="0"/>
  <w15:docId w15:val="{C996706B-F227-4420-A6E1-F29B995A6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qFormat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customStyle="1" w:styleId="Heading6Char">
    <w:name w:val="Heading 6 Char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uiPriority w:val="99"/>
    <w:rsid w:val="00D40650"/>
    <w:rPr>
      <w:rFonts w:cs="Times New Roman"/>
      <w:color w:val="000080"/>
      <w:u w:val="single"/>
    </w:rPr>
  </w:style>
  <w:style w:type="character" w:customStyle="1" w:styleId="Heading5Char">
    <w:name w:val="Heading 5 Char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4Char">
    <w:name w:val="Heading 4 Char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Footer">
    <w:name w:val="footer"/>
    <w:basedOn w:val="Normal"/>
    <w:link w:val="FooterChar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FooterChar">
    <w:name w:val="Footer Char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752A9"/>
    <w:pPr>
      <w:jc w:val="both"/>
    </w:pPr>
    <w:rPr>
      <w:rFonts w:eastAsia="SimSun"/>
      <w:kern w:val="24"/>
      <w:sz w:val="24"/>
      <w:szCs w:val="24"/>
      <w:lang w:bidi="hi-IN"/>
    </w:rPr>
  </w:style>
  <w:style w:type="paragraph" w:styleId="Title">
    <w:name w:val="Title"/>
    <w:basedOn w:val="Normal"/>
    <w:link w:val="TitleChar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Mangal"/>
      <w:b/>
      <w:bCs/>
      <w:kern w:val="28"/>
      <w:sz w:val="29"/>
      <w:szCs w:val="29"/>
      <w:lang w:val="x-non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styleId="CommentReference">
    <w:name w:val="annotation reference"/>
    <w:uiPriority w:val="99"/>
    <w:rsid w:val="00C1177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11777"/>
    <w:rPr>
      <w:b/>
      <w:bCs/>
    </w:rPr>
  </w:style>
  <w:style w:type="character" w:customStyle="1" w:styleId="BalloonTextChar">
    <w:name w:val="Balloon Text Char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CommentTextChar">
    <w:name w:val="Comment Text Char"/>
    <w:link w:val="CommentTex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customStyle="1" w:styleId="BodyTextChar">
    <w:name w:val="Body Text Char"/>
    <w:link w:val="BodyText"/>
    <w:uiPriority w:val="99"/>
    <w:locked/>
    <w:rsid w:val="00A82E9B"/>
    <w:rPr>
      <w:rFonts w:eastAsia="Times New Roman" w:cs="Times New Roman"/>
      <w:spacing w:val="-5"/>
      <w:sz w:val="24"/>
      <w:szCs w:val="24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A82E9B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lrzxr">
    <w:name w:val="lrzxr"/>
    <w:rsid w:val="00B752FA"/>
  </w:style>
  <w:style w:type="character" w:customStyle="1" w:styleId="CommentSubjectChar">
    <w:name w:val="Comment Subject Char"/>
    <w:link w:val="CommentSubject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9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A31F133-4D09-4491-BB2D-92344E37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39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Jana Aguraiuja</cp:lastModifiedBy>
  <cp:revision>4</cp:revision>
  <cp:lastPrinted>2020-06-03T06:43:00Z</cp:lastPrinted>
  <dcterms:created xsi:type="dcterms:W3CDTF">2025-05-02T11:14:00Z</dcterms:created>
  <dcterms:modified xsi:type="dcterms:W3CDTF">2025-05-02T11:52:00Z</dcterms:modified>
</cp:coreProperties>
</file>